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A65" w:rsidRDefault="008E097D">
      <w:pPr>
        <w:jc w:val="center"/>
        <w:rPr>
          <w:rFonts w:ascii="Times New Roman" w:eastAsia="宋体" w:hAnsi="Times New Roman" w:cs="Times New Roman"/>
          <w:b/>
          <w:bCs/>
          <w:sz w:val="36"/>
          <w:szCs w:val="36"/>
          <w:lang w:eastAsia="zh-CN"/>
        </w:rPr>
      </w:pPr>
      <w:bookmarkStart w:id="0" w:name="_Toc22828"/>
      <w:bookmarkStart w:id="1" w:name="_GoBack"/>
      <w:bookmarkEnd w:id="1"/>
      <w:r>
        <w:rPr>
          <w:rFonts w:ascii="Times New Roman" w:eastAsia="宋体" w:hAnsi="Times New Roman" w:cs="Times New Roman"/>
          <w:b/>
          <w:bCs/>
          <w:sz w:val="36"/>
          <w:szCs w:val="36"/>
          <w:lang w:eastAsia="zh-CN"/>
        </w:rPr>
        <w:t>皖南医学院</w:t>
      </w:r>
      <w:r>
        <w:rPr>
          <w:rFonts w:ascii="Times New Roman" w:eastAsia="宋体" w:hAnsi="Times New Roman" w:cs="Times New Roman"/>
          <w:b/>
          <w:bCs/>
          <w:sz w:val="36"/>
          <w:szCs w:val="36"/>
          <w:lang w:eastAsia="zh-CN"/>
        </w:rPr>
        <w:t>实验动物福利与伦理</w:t>
      </w:r>
      <w:r>
        <w:rPr>
          <w:rFonts w:ascii="Times New Roman" w:eastAsia="宋体" w:hAnsi="Times New Roman" w:cs="Times New Roman"/>
          <w:b/>
          <w:bCs/>
          <w:sz w:val="36"/>
          <w:szCs w:val="36"/>
          <w:lang w:eastAsia="zh-CN"/>
        </w:rPr>
        <w:t>审查申请书</w:t>
      </w:r>
      <w:bookmarkEnd w:id="0"/>
    </w:p>
    <w:p w:rsidR="00476A65" w:rsidRDefault="008E097D">
      <w:pPr>
        <w:ind w:left="420" w:hanging="420"/>
        <w:rPr>
          <w:rFonts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>(</w:t>
      </w:r>
      <w:proofErr w:type="gramStart"/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>一</w:t>
      </w:r>
      <w:proofErr w:type="gramEnd"/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 xml:space="preserve">) </w:t>
      </w: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>项目申请人及项目信息</w:t>
      </w: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 xml:space="preserve">                               </w:t>
      </w: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>申请号：</w:t>
      </w:r>
    </w:p>
    <w:tbl>
      <w:tblPr>
        <w:tblW w:w="8472" w:type="dxa"/>
        <w:tblLayout w:type="fixed"/>
        <w:tblLook w:val="04A0" w:firstRow="1" w:lastRow="0" w:firstColumn="1" w:lastColumn="0" w:noHBand="0" w:noVBand="1"/>
      </w:tblPr>
      <w:tblGrid>
        <w:gridCol w:w="497"/>
        <w:gridCol w:w="1951"/>
        <w:gridCol w:w="2005"/>
        <w:gridCol w:w="1335"/>
        <w:gridCol w:w="2684"/>
      </w:tblGrid>
      <w:tr w:rsidR="00476A65">
        <w:trPr>
          <w:trHeight w:hRule="exact" w:val="42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both"/>
              <w:rPr>
                <w:rFonts w:ascii="Times New Roman" w:hAnsi="Times New Roman" w:cs="Times New Roman"/>
                <w:color w:val="5B9BD5" w:themeColor="accent1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项目申请人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：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A65" w:rsidRDefault="00476A6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职称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：</w:t>
            </w:r>
          </w:p>
        </w:tc>
        <w:tc>
          <w:tcPr>
            <w:tcW w:w="2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rPr>
          <w:trHeight w:hRule="exact" w:val="42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共同申请人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：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A65" w:rsidRDefault="00476A6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职称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：</w:t>
            </w:r>
          </w:p>
        </w:tc>
        <w:tc>
          <w:tcPr>
            <w:tcW w:w="2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rPr>
          <w:trHeight w:hRule="exact" w:val="42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共同申请人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：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A65" w:rsidRDefault="00476A6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职称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：</w:t>
            </w:r>
          </w:p>
        </w:tc>
        <w:tc>
          <w:tcPr>
            <w:tcW w:w="2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rPr>
          <w:trHeight w:hRule="exact" w:val="42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研究单位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：</w:t>
            </w:r>
          </w:p>
        </w:tc>
        <w:tc>
          <w:tcPr>
            <w:tcW w:w="60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rPr>
          <w:trHeight w:hRule="exact" w:val="42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项目联系人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：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A65" w:rsidRDefault="00476A6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职称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：</w:t>
            </w:r>
          </w:p>
        </w:tc>
        <w:tc>
          <w:tcPr>
            <w:tcW w:w="2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rPr>
          <w:trHeight w:hRule="exact" w:val="42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联系人电话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：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电子邮箱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：</w:t>
            </w:r>
          </w:p>
        </w:tc>
        <w:tc>
          <w:tcPr>
            <w:tcW w:w="2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rPr>
          <w:trHeight w:hRule="exact" w:val="42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项目名称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：</w:t>
            </w:r>
          </w:p>
        </w:tc>
        <w:tc>
          <w:tcPr>
            <w:tcW w:w="60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rPr>
          <w:trHeight w:hRule="exact" w:val="42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经费来源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：</w:t>
            </w:r>
          </w:p>
        </w:tc>
        <w:tc>
          <w:tcPr>
            <w:tcW w:w="60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rPr>
          <w:trHeight w:hRule="exact" w:val="42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项目拟研究日期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：</w:t>
            </w:r>
          </w:p>
        </w:tc>
        <w:tc>
          <w:tcPr>
            <w:tcW w:w="60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476A65" w:rsidRDefault="008E097D">
      <w:pPr>
        <w:ind w:firstLine="420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</w:p>
    <w:p w:rsidR="00476A65" w:rsidRDefault="008E097D">
      <w:pPr>
        <w:ind w:left="420" w:hanging="420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(</w:t>
      </w:r>
      <w:r>
        <w:rPr>
          <w:rFonts w:ascii="Times New Roman" w:hAnsi="Times New Roman" w:cs="Times New Roman"/>
          <w:b/>
          <w:bCs/>
          <w:sz w:val="21"/>
          <w:szCs w:val="21"/>
        </w:rPr>
        <w:t>二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) </w:t>
      </w:r>
      <w:proofErr w:type="spellStart"/>
      <w:r>
        <w:rPr>
          <w:rFonts w:ascii="Times New Roman" w:hAnsi="Times New Roman" w:cs="Times New Roman"/>
          <w:b/>
          <w:bCs/>
          <w:sz w:val="21"/>
          <w:szCs w:val="21"/>
        </w:rPr>
        <w:t>研究人员</w:t>
      </w:r>
      <w:proofErr w:type="spellEnd"/>
    </w:p>
    <w:tbl>
      <w:tblPr>
        <w:tblW w:w="8556" w:type="dxa"/>
        <w:jc w:val="center"/>
        <w:tblInd w:w="-1065" w:type="dxa"/>
        <w:tblLayout w:type="fixed"/>
        <w:tblLook w:val="04A0" w:firstRow="1" w:lastRow="0" w:firstColumn="1" w:lastColumn="0" w:noHBand="0" w:noVBand="1"/>
      </w:tblPr>
      <w:tblGrid>
        <w:gridCol w:w="1368"/>
        <w:gridCol w:w="870"/>
        <w:gridCol w:w="1815"/>
        <w:gridCol w:w="1785"/>
        <w:gridCol w:w="1346"/>
        <w:gridCol w:w="1372"/>
      </w:tblGrid>
      <w:tr w:rsidR="00476A65">
        <w:trPr>
          <w:jc w:val="center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0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研究者</w:t>
            </w:r>
            <w:proofErr w:type="spellEnd"/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职称</w:t>
            </w:r>
            <w:proofErr w:type="spellEnd"/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17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单位名称</w:t>
            </w:r>
            <w:proofErr w:type="spellEnd"/>
          </w:p>
        </w:tc>
        <w:tc>
          <w:tcPr>
            <w:tcW w:w="13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参与实验期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  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限</w:t>
            </w: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名</w:t>
            </w:r>
          </w:p>
        </w:tc>
      </w:tr>
      <w:tr w:rsidR="00476A65">
        <w:trPr>
          <w:trHeight w:val="420"/>
          <w:jc w:val="center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rPr>
          <w:trHeight w:val="420"/>
          <w:jc w:val="center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rPr>
          <w:trHeight w:val="420"/>
          <w:jc w:val="center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476A65" w:rsidRDefault="00476A65">
      <w:pPr>
        <w:rPr>
          <w:rFonts w:ascii="Times New Roman" w:hAnsi="Times New Roman" w:cs="Times New Roman"/>
          <w:b/>
          <w:bCs/>
          <w:sz w:val="21"/>
          <w:szCs w:val="21"/>
        </w:rPr>
      </w:pPr>
    </w:p>
    <w:p w:rsidR="00476A65" w:rsidRDefault="008E097D">
      <w:pPr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(</w:t>
      </w:r>
      <w:r>
        <w:rPr>
          <w:rFonts w:ascii="Times New Roman" w:hAnsi="Times New Roman" w:cs="Times New Roman"/>
          <w:b/>
          <w:bCs/>
          <w:sz w:val="21"/>
          <w:szCs w:val="21"/>
        </w:rPr>
        <w:t>三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) </w:t>
      </w:r>
      <w:proofErr w:type="spellStart"/>
      <w:r>
        <w:rPr>
          <w:rFonts w:ascii="Times New Roman" w:hAnsi="Times New Roman" w:cs="Times New Roman"/>
          <w:b/>
          <w:bCs/>
          <w:sz w:val="21"/>
          <w:szCs w:val="21"/>
        </w:rPr>
        <w:t>动物信息</w:t>
      </w:r>
      <w:proofErr w:type="spellEnd"/>
    </w:p>
    <w:tbl>
      <w:tblPr>
        <w:tblW w:w="8472" w:type="dxa"/>
        <w:tblLayout w:type="fixed"/>
        <w:tblLook w:val="04A0" w:firstRow="1" w:lastRow="0" w:firstColumn="1" w:lastColumn="0" w:noHBand="0" w:noVBand="1"/>
      </w:tblPr>
      <w:tblGrid>
        <w:gridCol w:w="1328"/>
        <w:gridCol w:w="848"/>
        <w:gridCol w:w="180"/>
        <w:gridCol w:w="630"/>
        <w:gridCol w:w="690"/>
        <w:gridCol w:w="1252"/>
        <w:gridCol w:w="2063"/>
        <w:gridCol w:w="1481"/>
      </w:tblGrid>
      <w:tr w:rsidR="00476A65">
        <w:trPr>
          <w:trHeight w:val="674"/>
        </w:trPr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动物种类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品系</w:t>
            </w:r>
            <w:proofErr w:type="spellEnd"/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周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龄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体重</w:t>
            </w:r>
            <w:proofErr w:type="spellEnd"/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等级</w:t>
            </w:r>
          </w:p>
        </w:tc>
        <w:tc>
          <w:tcPr>
            <w:tcW w:w="1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使用数量</w:t>
            </w:r>
          </w:p>
          <w:p w:rsidR="00476A65" w:rsidRDefault="008E09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♀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只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/♂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只）</w:t>
            </w:r>
          </w:p>
        </w:tc>
        <w:tc>
          <w:tcPr>
            <w:tcW w:w="20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许可证和质量合格证明编号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zh-CN"/>
              </w:rPr>
              <w:t>（提供复印件）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动物来源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参照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“1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”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进行填写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)</w:t>
            </w:r>
          </w:p>
        </w:tc>
      </w:tr>
      <w:tr w:rsidR="00476A65">
        <w:trPr>
          <w:trHeight w:hRule="exact" w:val="420"/>
        </w:trPr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476A65">
        <w:trPr>
          <w:trHeight w:hRule="exact" w:val="420"/>
        </w:trPr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476A65">
        <w:trPr>
          <w:trHeight w:hRule="exact" w:val="420"/>
        </w:trPr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476A65">
        <w:tc>
          <w:tcPr>
            <w:tcW w:w="8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2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来源单位</w:t>
            </w:r>
            <w:proofErr w:type="spellEnd"/>
          </w:p>
        </w:tc>
      </w:tr>
      <w:tr w:rsidR="00476A65">
        <w:trPr>
          <w:trHeight w:val="350"/>
        </w:trPr>
        <w:tc>
          <w:tcPr>
            <w:tcW w:w="8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5DDE8"/>
          </w:tcPr>
          <w:p w:rsidR="00476A65" w:rsidRDefault="008E097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、安徽省实验动物中心（安徽医科大学实验动物中心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）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B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、中国科学院上海实验动物中心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(SLACCAS)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、上海斯莱克动物中心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、南京模式动物所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    E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、北京维通利华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F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Jackson Laboratory      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G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、中科大实验动物中心</w:t>
            </w:r>
            <w:proofErr w:type="spellEnd"/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   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H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其他单位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  <w:tr w:rsidR="00476A65">
        <w:trPr>
          <w:trHeight w:val="382"/>
        </w:trPr>
        <w:tc>
          <w:tcPr>
            <w:tcW w:w="2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3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其他单位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”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请写明</w:t>
            </w:r>
            <w:proofErr w:type="spellEnd"/>
          </w:p>
        </w:tc>
        <w:tc>
          <w:tcPr>
            <w:tcW w:w="61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6A65" w:rsidRDefault="00476A6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476A65" w:rsidRDefault="00476A65">
      <w:pPr>
        <w:rPr>
          <w:rFonts w:ascii="Times New Roman" w:hAnsi="Times New Roman" w:cs="Times New Roman"/>
          <w:b/>
          <w:bCs/>
          <w:sz w:val="21"/>
          <w:szCs w:val="21"/>
        </w:rPr>
      </w:pPr>
    </w:p>
    <w:p w:rsidR="00476A65" w:rsidRDefault="008E097D">
      <w:pPr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 xml:space="preserve"> (</w:t>
      </w:r>
      <w:r>
        <w:rPr>
          <w:rFonts w:ascii="Times New Roman" w:hAnsi="Times New Roman" w:cs="Times New Roman"/>
          <w:b/>
          <w:bCs/>
          <w:sz w:val="21"/>
          <w:szCs w:val="21"/>
        </w:rPr>
        <w:t>四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) </w:t>
      </w:r>
      <w:proofErr w:type="spellStart"/>
      <w:r>
        <w:rPr>
          <w:rFonts w:ascii="Times New Roman" w:hAnsi="Times New Roman" w:cs="Times New Roman"/>
          <w:b/>
          <w:bCs/>
          <w:sz w:val="21"/>
          <w:szCs w:val="21"/>
        </w:rPr>
        <w:t>动物饲养</w:t>
      </w:r>
      <w:proofErr w:type="spellEnd"/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1384"/>
        <w:gridCol w:w="1242"/>
        <w:gridCol w:w="1620"/>
        <w:gridCol w:w="2040"/>
        <w:gridCol w:w="2236"/>
      </w:tblGrid>
      <w:tr w:rsidR="00476A6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动物种类</w:t>
            </w:r>
            <w:proofErr w:type="spellEnd"/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饲养场所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饲养时间段（天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）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饲养数量</w:t>
            </w:r>
          </w:p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（最多只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/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次）</w:t>
            </w:r>
          </w:p>
        </w:tc>
        <w:tc>
          <w:tcPr>
            <w:tcW w:w="2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除了饲养卡外的辨别方法（如打耳孔，剪尾等）</w:t>
            </w:r>
          </w:p>
        </w:tc>
      </w:tr>
      <w:tr w:rsidR="00476A65">
        <w:trPr>
          <w:trHeight w:hRule="exact" w:val="42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476A65">
        <w:trPr>
          <w:trHeight w:hRule="exact" w:val="42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476A65">
        <w:trPr>
          <w:trHeight w:hRule="exact" w:val="42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</w:tbl>
    <w:p w:rsidR="00476A65" w:rsidRDefault="00476A65">
      <w:pPr>
        <w:rPr>
          <w:rFonts w:ascii="Times New Roman" w:hAnsi="Times New Roman" w:cs="Times New Roman"/>
          <w:b/>
          <w:bCs/>
          <w:sz w:val="21"/>
          <w:szCs w:val="21"/>
          <w:lang w:eastAsia="zh-CN"/>
        </w:rPr>
      </w:pPr>
    </w:p>
    <w:p w:rsidR="00476A65" w:rsidRDefault="008E097D">
      <w:pPr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(</w:t>
      </w:r>
      <w:r>
        <w:rPr>
          <w:rFonts w:ascii="Times New Roman" w:hAnsi="Times New Roman" w:cs="Times New Roman" w:hint="eastAsia"/>
          <w:b/>
          <w:bCs/>
          <w:sz w:val="21"/>
          <w:szCs w:val="21"/>
          <w:lang w:eastAsia="zh-CN"/>
        </w:rPr>
        <w:t>五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) </w:t>
      </w:r>
      <w:proofErr w:type="spellStart"/>
      <w:r>
        <w:rPr>
          <w:rFonts w:ascii="Times New Roman" w:hAnsi="Times New Roman" w:cs="Times New Roman"/>
          <w:b/>
          <w:bCs/>
          <w:sz w:val="21"/>
          <w:szCs w:val="21"/>
        </w:rPr>
        <w:t>研究摘要</w:t>
      </w:r>
      <w:proofErr w:type="spellEnd"/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476A65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15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简要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描述此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研究的目的，以及说明使用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该实验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动物的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必要性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和合理性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：</w:t>
            </w:r>
          </w:p>
        </w:tc>
      </w:tr>
      <w:tr w:rsidR="00476A65">
        <w:trPr>
          <w:trHeight w:val="186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</w:tbl>
    <w:p w:rsidR="00476A65" w:rsidRDefault="00476A65">
      <w:pPr>
        <w:rPr>
          <w:rFonts w:ascii="Times New Roman" w:hAnsi="Times New Roman" w:cs="Times New Roman"/>
          <w:b/>
          <w:bCs/>
          <w:sz w:val="21"/>
          <w:szCs w:val="21"/>
          <w:lang w:eastAsia="zh-CN"/>
        </w:rPr>
      </w:pPr>
    </w:p>
    <w:p w:rsidR="00476A65" w:rsidRDefault="008E097D">
      <w:pPr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(</w:t>
      </w:r>
      <w:r>
        <w:rPr>
          <w:rFonts w:ascii="Times New Roman" w:hAnsi="Times New Roman" w:cs="Times New Roman" w:hint="eastAsia"/>
          <w:b/>
          <w:bCs/>
          <w:sz w:val="21"/>
          <w:szCs w:val="21"/>
          <w:lang w:eastAsia="zh-CN"/>
        </w:rPr>
        <w:t>六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) </w:t>
      </w:r>
      <w:proofErr w:type="spellStart"/>
      <w:r>
        <w:rPr>
          <w:rFonts w:ascii="Times New Roman" w:hAnsi="Times New Roman" w:cs="Times New Roman"/>
          <w:b/>
          <w:bCs/>
          <w:sz w:val="21"/>
          <w:szCs w:val="21"/>
        </w:rPr>
        <w:t>药物使用</w:t>
      </w:r>
      <w:proofErr w:type="spellEnd"/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1321"/>
        <w:gridCol w:w="630"/>
        <w:gridCol w:w="1890"/>
        <w:gridCol w:w="1365"/>
        <w:gridCol w:w="998"/>
        <w:gridCol w:w="862"/>
        <w:gridCol w:w="1456"/>
      </w:tblGrid>
      <w:tr w:rsidR="00476A65">
        <w:trPr>
          <w:trHeight w:hRule="exact" w:val="321"/>
        </w:trPr>
        <w:tc>
          <w:tcPr>
            <w:tcW w:w="8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16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麻醉、镇痛、安定和麻痹药物（详细剂量单位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mg/kg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）：</w:t>
            </w:r>
          </w:p>
        </w:tc>
      </w:tr>
      <w:tr w:rsidR="00476A65">
        <w:trPr>
          <w:trHeight w:hRule="exact" w:val="336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物种</w:t>
            </w:r>
            <w:proofErr w:type="spellEnd"/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药物</w:t>
            </w:r>
            <w:proofErr w:type="spellEnd"/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剂量</w:t>
            </w:r>
            <w:proofErr w:type="spellEnd"/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给药方法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给药频率</w:t>
            </w:r>
            <w:proofErr w:type="spellEnd"/>
          </w:p>
        </w:tc>
      </w:tr>
      <w:tr w:rsidR="00476A65">
        <w:trPr>
          <w:trHeight w:hRule="exact" w:val="420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rPr>
          <w:trHeight w:hRule="exact" w:val="420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rPr>
          <w:trHeight w:hRule="exact" w:val="420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rPr>
          <w:trHeight w:hRule="exact" w:val="476"/>
        </w:trPr>
        <w:tc>
          <w:tcPr>
            <w:tcW w:w="8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17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请列出上表所列药物给药持续时间，以及判断药物起效的标准：</w:t>
            </w:r>
          </w:p>
        </w:tc>
      </w:tr>
      <w:tr w:rsidR="00476A65">
        <w:trPr>
          <w:trHeight w:hRule="exact" w:val="321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药物</w:t>
            </w:r>
            <w:proofErr w:type="spellEnd"/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给药持续时间</w:t>
            </w:r>
            <w:proofErr w:type="spellEnd"/>
          </w:p>
        </w:tc>
        <w:tc>
          <w:tcPr>
            <w:tcW w:w="23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判断药物起效方法</w:t>
            </w:r>
            <w:proofErr w:type="spellEnd"/>
          </w:p>
        </w:tc>
      </w:tr>
      <w:tr w:rsidR="00476A65">
        <w:trPr>
          <w:trHeight w:hRule="exact" w:val="420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rPr>
          <w:trHeight w:hRule="exact" w:val="420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rPr>
          <w:trHeight w:hRule="exact" w:val="420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476A65" w:rsidRDefault="00476A65">
      <w:pPr>
        <w:rPr>
          <w:rFonts w:ascii="Times New Roman" w:hAnsi="Times New Roman" w:cs="Times New Roman"/>
          <w:b/>
          <w:bCs/>
          <w:sz w:val="21"/>
          <w:szCs w:val="21"/>
        </w:rPr>
      </w:pPr>
    </w:p>
    <w:p w:rsidR="00476A65" w:rsidRDefault="008E097D">
      <w:pPr>
        <w:rPr>
          <w:rFonts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b/>
          <w:bCs/>
          <w:sz w:val="21"/>
          <w:szCs w:val="21"/>
          <w:lang w:eastAsia="zh-CN"/>
        </w:rPr>
        <w:t>七</w:t>
      </w: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>）在动物身上使用的试剂类型</w:t>
      </w:r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930"/>
        <w:gridCol w:w="466"/>
        <w:gridCol w:w="73"/>
        <w:gridCol w:w="871"/>
        <w:gridCol w:w="901"/>
        <w:gridCol w:w="375"/>
        <w:gridCol w:w="1018"/>
        <w:gridCol w:w="271"/>
        <w:gridCol w:w="23"/>
        <w:gridCol w:w="1415"/>
        <w:gridCol w:w="144"/>
        <w:gridCol w:w="8"/>
        <w:gridCol w:w="701"/>
        <w:gridCol w:w="1326"/>
      </w:tblGrid>
      <w:tr w:rsidR="00476A65">
        <w:tc>
          <w:tcPr>
            <w:tcW w:w="63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18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是否在活体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/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死亡动物身上使用生物制剂？如果是请完成下表：</w:t>
            </w:r>
          </w:p>
        </w:tc>
        <w:tc>
          <w:tcPr>
            <w:tcW w:w="21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476A65"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物种</w:t>
            </w:r>
            <w:proofErr w:type="spellEnd"/>
          </w:p>
        </w:tc>
        <w:tc>
          <w:tcPr>
            <w:tcW w:w="17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生物制剂</w:t>
            </w:r>
            <w:proofErr w:type="spellEnd"/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剂量</w:t>
            </w:r>
            <w:proofErr w:type="spellEnd"/>
          </w:p>
        </w:tc>
        <w:tc>
          <w:tcPr>
            <w:tcW w:w="1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给药方法</w:t>
            </w:r>
            <w:proofErr w:type="spellEnd"/>
          </w:p>
        </w:tc>
        <w:tc>
          <w:tcPr>
            <w:tcW w:w="21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作用</w:t>
            </w:r>
            <w:proofErr w:type="spellEnd"/>
          </w:p>
        </w:tc>
      </w:tr>
      <w:tr w:rsidR="00476A65">
        <w:trPr>
          <w:trHeight w:hRule="exact" w:val="420"/>
        </w:trPr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rPr>
          <w:trHeight w:hRule="exact" w:val="420"/>
        </w:trPr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rPr>
          <w:trHeight w:hRule="exact" w:val="420"/>
        </w:trPr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c>
          <w:tcPr>
            <w:tcW w:w="4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是否涉及生物安全</w:t>
            </w:r>
            <w:proofErr w:type="spellEnd"/>
          </w:p>
        </w:tc>
        <w:tc>
          <w:tcPr>
            <w:tcW w:w="388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c>
          <w:tcPr>
            <w:tcW w:w="64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19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是否在活体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/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死亡动物身上使用化学制剂？如果是请完成下表：</w:t>
            </w:r>
          </w:p>
        </w:tc>
        <w:tc>
          <w:tcPr>
            <w:tcW w:w="20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476A65"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物种</w:t>
            </w:r>
            <w:proofErr w:type="spellEnd"/>
          </w:p>
        </w:tc>
        <w:tc>
          <w:tcPr>
            <w:tcW w:w="22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化学制剂</w:t>
            </w:r>
            <w:proofErr w:type="spellEnd"/>
          </w:p>
        </w:tc>
        <w:tc>
          <w:tcPr>
            <w:tcW w:w="13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剂量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给药方法</w:t>
            </w:r>
            <w:proofErr w:type="spellEnd"/>
          </w:p>
        </w:tc>
        <w:tc>
          <w:tcPr>
            <w:tcW w:w="20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作用</w:t>
            </w:r>
            <w:proofErr w:type="spellEnd"/>
          </w:p>
        </w:tc>
      </w:tr>
      <w:tr w:rsidR="00476A65">
        <w:trPr>
          <w:trHeight w:hRule="exact" w:val="420"/>
        </w:trPr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rPr>
          <w:trHeight w:hRule="exact" w:val="420"/>
        </w:trPr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rPr>
          <w:trHeight w:hRule="exact" w:val="420"/>
        </w:trPr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c>
          <w:tcPr>
            <w:tcW w:w="719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20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是否在活体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/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死亡动物身上使用细胞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/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肿瘤系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/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体液？如果是请完成下表：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476A65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物种</w:t>
            </w:r>
            <w:proofErr w:type="spellEnd"/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制剂</w:t>
            </w:r>
            <w:proofErr w:type="spellEnd"/>
          </w:p>
        </w:tc>
        <w:tc>
          <w:tcPr>
            <w:tcW w:w="256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剂量</w:t>
            </w:r>
            <w:proofErr w:type="spellEnd"/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给药方法</w:t>
            </w:r>
            <w:proofErr w:type="spellEnd"/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作用</w:t>
            </w:r>
            <w:proofErr w:type="spellEnd"/>
          </w:p>
        </w:tc>
      </w:tr>
      <w:tr w:rsidR="00476A65">
        <w:trPr>
          <w:trHeight w:hRule="exact" w:val="420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6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rPr>
          <w:trHeight w:hRule="exact" w:val="420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6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rPr>
          <w:trHeight w:hRule="exact" w:val="420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6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476A65" w:rsidRDefault="008E097D">
      <w:pPr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</w:p>
    <w:p w:rsidR="00476A65" w:rsidRDefault="008E097D">
      <w:pPr>
        <w:rPr>
          <w:rFonts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lastRenderedPageBreak/>
        <w:t>（</w:t>
      </w:r>
      <w:r>
        <w:rPr>
          <w:rFonts w:ascii="Times New Roman" w:hAnsi="Times New Roman" w:cs="Times New Roman" w:hint="eastAsia"/>
          <w:b/>
          <w:bCs/>
          <w:sz w:val="21"/>
          <w:szCs w:val="21"/>
          <w:lang w:eastAsia="zh-CN"/>
        </w:rPr>
        <w:t>八</w:t>
      </w: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>）概述实验设计和动物操作</w:t>
      </w:r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476A65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21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请描述实验中进行的动物实验内容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：</w:t>
            </w:r>
          </w:p>
        </w:tc>
      </w:tr>
      <w:tr w:rsidR="00476A65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ind w:firstLine="420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476A65">
            <w:pPr>
              <w:ind w:firstLine="420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476A65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22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实验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周期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需要多久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完成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整个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动物实验？）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：</w:t>
            </w:r>
          </w:p>
        </w:tc>
      </w:tr>
      <w:tr w:rsidR="00476A65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476A65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23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动物实验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是否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需要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采集血液样本？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如果是，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说明原因、方法、部位、体积和频率：</w:t>
            </w:r>
          </w:p>
        </w:tc>
      </w:tr>
      <w:tr w:rsidR="00476A65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476A65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24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是否会对动物进行饮食限制（或手术前的禁食）？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如果是，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说明原因、方法、频率和持续时间：</w:t>
            </w:r>
          </w:p>
        </w:tc>
      </w:tr>
      <w:tr w:rsidR="00476A65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476A65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25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是否会对动物进行饮水限制（或手术前的禁水）？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如果是，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说明原因、方法、频率和持续时间：</w:t>
            </w:r>
          </w:p>
        </w:tc>
      </w:tr>
      <w:tr w:rsidR="00476A65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476A65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26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是否会对动物进行束缚？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如果是，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说明原因、类型、频率和持续时间：</w:t>
            </w:r>
          </w:p>
        </w:tc>
      </w:tr>
      <w:tr w:rsidR="00476A65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476A65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476A65" w:rsidRDefault="008E097D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27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是否会对动物使用应激操作？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如果是，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说明原因、类型、频率和持续时间：</w:t>
            </w:r>
          </w:p>
        </w:tc>
      </w:tr>
      <w:tr w:rsidR="00476A65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</w:tbl>
    <w:p w:rsidR="00476A65" w:rsidRDefault="008E097D">
      <w:pPr>
        <w:rPr>
          <w:rFonts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 xml:space="preserve"> </w:t>
      </w:r>
    </w:p>
    <w:p w:rsidR="00476A65" w:rsidRDefault="008E097D">
      <w:pPr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Times New Roman" w:hAnsi="Times New Roman" w:cs="Times New Roman"/>
          <w:b/>
          <w:bCs/>
          <w:sz w:val="21"/>
          <w:szCs w:val="21"/>
        </w:rPr>
        <w:t>(</w:t>
      </w:r>
      <w:r>
        <w:rPr>
          <w:rFonts w:ascii="Times New Roman" w:hAnsi="Times New Roman" w:cs="Times New Roman" w:hint="eastAsia"/>
          <w:b/>
          <w:bCs/>
          <w:sz w:val="21"/>
          <w:szCs w:val="21"/>
          <w:lang w:eastAsia="zh-CN"/>
        </w:rPr>
        <w:t>九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) </w:t>
      </w:r>
      <w:proofErr w:type="spellStart"/>
      <w:r>
        <w:rPr>
          <w:rFonts w:ascii="Times New Roman" w:hAnsi="Times New Roman" w:cs="Times New Roman"/>
          <w:b/>
          <w:bCs/>
          <w:sz w:val="21"/>
          <w:szCs w:val="21"/>
        </w:rPr>
        <w:t>安乐死</w:t>
      </w:r>
      <w:proofErr w:type="spellEnd"/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1915"/>
        <w:gridCol w:w="897"/>
        <w:gridCol w:w="1449"/>
        <w:gridCol w:w="4261"/>
      </w:tblGrid>
      <w:tr w:rsidR="00476A65">
        <w:tc>
          <w:tcPr>
            <w:tcW w:w="4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28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是否对动物实施安乐死？</w:t>
            </w:r>
          </w:p>
        </w:tc>
        <w:tc>
          <w:tcPr>
            <w:tcW w:w="4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6A65" w:rsidRDefault="00476A65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476A65">
        <w:tc>
          <w:tcPr>
            <w:tcW w:w="8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29 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如果是的话，请提供药物名称和剂量以及使用方法。</w:t>
            </w:r>
          </w:p>
        </w:tc>
      </w:tr>
      <w:tr w:rsidR="00476A65">
        <w:tc>
          <w:tcPr>
            <w:tcW w:w="8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6A65" w:rsidRDefault="00476A65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476A65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476A65">
        <w:tc>
          <w:tcPr>
            <w:tcW w:w="4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30 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如果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否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的话，最后怎么处置动物？</w:t>
            </w:r>
          </w:p>
        </w:tc>
        <w:tc>
          <w:tcPr>
            <w:tcW w:w="4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6A65" w:rsidRDefault="00476A65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476A65">
        <w:tc>
          <w:tcPr>
            <w:tcW w:w="8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断颈处死法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B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二氧化碳窒息法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其他</w:t>
            </w:r>
            <w:proofErr w:type="spellEnd"/>
          </w:p>
        </w:tc>
      </w:tr>
      <w:tr w:rsidR="00476A65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其他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”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请写明</w:t>
            </w:r>
            <w:proofErr w:type="spellEnd"/>
          </w:p>
        </w:tc>
        <w:tc>
          <w:tcPr>
            <w:tcW w:w="66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6A65" w:rsidRDefault="00476A6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76A65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31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尸体处理方式</w:t>
            </w:r>
            <w:proofErr w:type="spellEnd"/>
          </w:p>
        </w:tc>
        <w:tc>
          <w:tcPr>
            <w:tcW w:w="8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A65" w:rsidRDefault="00476A6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A 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SPF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级动物实验室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统一回收并作无害化处置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B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根据尸体危险性按操作规程进行处置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C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其他</w:t>
            </w:r>
          </w:p>
        </w:tc>
      </w:tr>
      <w:tr w:rsidR="00476A65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476A65" w:rsidRDefault="008E097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其他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”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请写明</w:t>
            </w:r>
            <w:proofErr w:type="spellEnd"/>
          </w:p>
        </w:tc>
        <w:tc>
          <w:tcPr>
            <w:tcW w:w="66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76A65" w:rsidRDefault="00476A6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476A65" w:rsidRDefault="00476A65">
      <w:pPr>
        <w:rPr>
          <w:rFonts w:ascii="Times New Roman" w:hAnsi="Times New Roman" w:cs="Times New Roman"/>
          <w:b/>
          <w:bCs/>
          <w:szCs w:val="21"/>
        </w:rPr>
      </w:pPr>
    </w:p>
    <w:p w:rsidR="00476A65" w:rsidRDefault="008E097D">
      <w:pPr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lastRenderedPageBreak/>
        <w:t>（</w:t>
      </w:r>
      <w:proofErr w:type="spellStart"/>
      <w:r>
        <w:rPr>
          <w:rFonts w:ascii="Times New Roman" w:hAnsi="Times New Roman" w:cs="Times New Roman"/>
          <w:b/>
          <w:bCs/>
          <w:sz w:val="21"/>
          <w:szCs w:val="21"/>
        </w:rPr>
        <w:t>十）申请人承诺</w:t>
      </w:r>
      <w:proofErr w:type="spellEnd"/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476A65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476A65">
            <w:pPr>
              <w:ind w:firstLine="420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8E097D">
            <w:pPr>
              <w:spacing w:line="360" w:lineRule="auto"/>
              <w:ind w:firstLine="420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申请人保证填写的名称为《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  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      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》的实验动物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福利与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伦理审查项目资料完全属实。保证项目在执行中完全遵守国家科学技术委员会发布的《实验动物管理条例》和卫生部发布的《医学实验动物管理实施细则》以及皖南医学院实验动物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福利与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伦理委员会章程。符合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动物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实验标准操作规程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SOP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。执行过程中有任何改变提出变更协议。因违规而造成的后果由本人承担。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                                            </w:t>
            </w:r>
          </w:p>
          <w:p w:rsidR="00476A65" w:rsidRDefault="00476A65">
            <w:pPr>
              <w:ind w:firstLine="420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8E097D">
            <w:pPr>
              <w:ind w:firstLineChars="500" w:firstLine="1050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申请人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(PI)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：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                             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   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日期：</w:t>
            </w:r>
          </w:p>
        </w:tc>
      </w:tr>
      <w:tr w:rsidR="00476A65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8E097D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  <w:t>申请人所在单位意见</w:t>
            </w:r>
          </w:p>
          <w:p w:rsidR="00476A65" w:rsidRDefault="00476A65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</w:p>
          <w:p w:rsidR="00476A65" w:rsidRDefault="008E097D">
            <w:pPr>
              <w:ind w:firstLineChars="2900" w:firstLine="6090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单位公章</w:t>
            </w:r>
          </w:p>
          <w:p w:rsidR="00476A65" w:rsidRDefault="00476A65">
            <w:pPr>
              <w:ind w:firstLineChars="2900" w:firstLine="6090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8E097D">
            <w:pPr>
              <w:ind w:firstLineChars="500" w:firstLine="105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单位领导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：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                    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日期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：</w:t>
            </w:r>
          </w:p>
        </w:tc>
      </w:tr>
    </w:tbl>
    <w:p w:rsidR="00476A65" w:rsidRDefault="00476A65"/>
    <w:p w:rsidR="00476A65" w:rsidRDefault="008E097D">
      <w:r>
        <w:rPr>
          <w:rFonts w:ascii="Times New Roman" w:hAnsi="Times New Roman" w:cs="Times New Roman"/>
          <w:b/>
          <w:bCs/>
          <w:sz w:val="21"/>
          <w:szCs w:val="21"/>
        </w:rPr>
        <w:t>（十</w:t>
      </w:r>
      <w:r>
        <w:rPr>
          <w:rFonts w:ascii="Times New Roman" w:hAnsi="Times New Roman" w:cs="Times New Roman" w:hint="eastAsia"/>
          <w:b/>
          <w:bCs/>
          <w:sz w:val="21"/>
          <w:szCs w:val="21"/>
          <w:lang w:eastAsia="zh-CN"/>
        </w:rPr>
        <w:t>一</w:t>
      </w:r>
      <w:r>
        <w:rPr>
          <w:rFonts w:ascii="Times New Roman" w:hAnsi="Times New Roman" w:cs="Times New Roman"/>
          <w:b/>
          <w:bCs/>
          <w:sz w:val="21"/>
          <w:szCs w:val="21"/>
        </w:rPr>
        <w:t>）</w:t>
      </w:r>
      <w:proofErr w:type="spellStart"/>
      <w:r>
        <w:rPr>
          <w:rFonts w:ascii="Times New Roman" w:hAnsi="Times New Roman" w:cs="Times New Roman"/>
          <w:b/>
          <w:bCs/>
          <w:sz w:val="21"/>
          <w:szCs w:val="21"/>
        </w:rPr>
        <w:t>批准</w:t>
      </w:r>
      <w:proofErr w:type="spellEnd"/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476A65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8E097D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  <w:t>委员会审查意见</w:t>
            </w:r>
          </w:p>
          <w:p w:rsidR="00476A65" w:rsidRDefault="008E097D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□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照案通过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   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□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应改善复审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      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□</w:t>
            </w:r>
            <w:r>
              <w:rPr>
                <w:rFonts w:ascii="Times New Roman" w:hAnsi="Times New Roman" w:cs="Times New Roman" w:hint="eastAsia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不通过</w:t>
            </w:r>
          </w:p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8E097D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须改善或不通过的审查意见：</w:t>
            </w:r>
          </w:p>
          <w:p w:rsidR="00476A65" w:rsidRDefault="00476A65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</w:p>
          <w:p w:rsidR="00476A65" w:rsidRDefault="008E097D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委员会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主任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签字：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   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                               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日期：</w:t>
            </w:r>
          </w:p>
          <w:p w:rsidR="00476A65" w:rsidRDefault="00476A65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476A65" w:rsidRDefault="008E097D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                             </w:t>
            </w:r>
          </w:p>
          <w:p w:rsidR="00476A65" w:rsidRDefault="008E097D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委员会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专用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章：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                                         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日期：</w:t>
            </w:r>
          </w:p>
        </w:tc>
      </w:tr>
    </w:tbl>
    <w:p w:rsidR="00476A65" w:rsidRDefault="008E097D">
      <w:pPr>
        <w:rPr>
          <w:rFonts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 xml:space="preserve"> </w:t>
      </w:r>
    </w:p>
    <w:p w:rsidR="00476A65" w:rsidRDefault="008E097D">
      <w:pPr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（十</w:t>
      </w:r>
      <w:r>
        <w:rPr>
          <w:rFonts w:ascii="Times New Roman" w:hAnsi="Times New Roman" w:cs="Times New Roman" w:hint="eastAsia"/>
          <w:b/>
          <w:bCs/>
          <w:sz w:val="21"/>
          <w:szCs w:val="21"/>
          <w:lang w:eastAsia="zh-CN"/>
        </w:rPr>
        <w:t>二</w:t>
      </w:r>
      <w:r>
        <w:rPr>
          <w:rFonts w:ascii="Times New Roman" w:hAnsi="Times New Roman" w:cs="Times New Roman"/>
          <w:b/>
          <w:bCs/>
          <w:sz w:val="21"/>
          <w:szCs w:val="21"/>
        </w:rPr>
        <w:t>）</w:t>
      </w:r>
      <w:proofErr w:type="spellStart"/>
      <w:r>
        <w:rPr>
          <w:rFonts w:ascii="Times New Roman" w:hAnsi="Times New Roman" w:cs="Times New Roman"/>
          <w:b/>
          <w:bCs/>
          <w:sz w:val="21"/>
          <w:szCs w:val="21"/>
        </w:rPr>
        <w:t>附件</w:t>
      </w:r>
      <w:proofErr w:type="spellEnd"/>
    </w:p>
    <w:tbl>
      <w:tblPr>
        <w:tblW w:w="864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8640"/>
      </w:tblGrid>
      <w:tr w:rsidR="00476A65">
        <w:trPr>
          <w:trHeight w:val="303"/>
        </w:trPr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A65" w:rsidRDefault="008E097D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  <w:t>表格中要求的附件及与本动物实验相关的证明文件等。</w:t>
            </w:r>
          </w:p>
          <w:p w:rsidR="00476A65" w:rsidRDefault="00476A65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</w:p>
          <w:p w:rsidR="00476A65" w:rsidRDefault="00476A65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</w:p>
        </w:tc>
      </w:tr>
    </w:tbl>
    <w:p w:rsidR="00476A65" w:rsidRDefault="00476A65">
      <w:pPr>
        <w:rPr>
          <w:lang w:eastAsia="zh-CN"/>
        </w:rPr>
      </w:pPr>
    </w:p>
    <w:sectPr w:rsidR="00476A6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97D" w:rsidRDefault="008E097D" w:rsidP="00A42F89">
      <w:r>
        <w:separator/>
      </w:r>
    </w:p>
  </w:endnote>
  <w:endnote w:type="continuationSeparator" w:id="0">
    <w:p w:rsidR="008E097D" w:rsidRDefault="008E097D" w:rsidP="00A42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5742184"/>
      <w:docPartObj>
        <w:docPartGallery w:val="Page Numbers (Bottom of Page)"/>
        <w:docPartUnique/>
      </w:docPartObj>
    </w:sdtPr>
    <w:sdtContent>
      <w:p w:rsidR="00A42F89" w:rsidRDefault="00A42F8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42F89">
          <w:rPr>
            <w:noProof/>
            <w:lang w:val="zh-CN" w:eastAsia="zh-CN"/>
          </w:rPr>
          <w:t>1</w:t>
        </w:r>
        <w:r>
          <w:fldChar w:fldCharType="end"/>
        </w:r>
      </w:p>
    </w:sdtContent>
  </w:sdt>
  <w:p w:rsidR="00A42F89" w:rsidRDefault="00A42F8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97D" w:rsidRDefault="008E097D" w:rsidP="00A42F89">
      <w:r>
        <w:separator/>
      </w:r>
    </w:p>
  </w:footnote>
  <w:footnote w:type="continuationSeparator" w:id="0">
    <w:p w:rsidR="008E097D" w:rsidRDefault="008E097D" w:rsidP="00A42F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2965F8"/>
    <w:rsid w:val="00476A65"/>
    <w:rsid w:val="008E097D"/>
    <w:rsid w:val="00A42F89"/>
    <w:rsid w:val="022965F8"/>
    <w:rsid w:val="1130513E"/>
    <w:rsid w:val="2F48162D"/>
    <w:rsid w:val="30914C7F"/>
    <w:rsid w:val="334F26D3"/>
    <w:rsid w:val="44DB74E4"/>
    <w:rsid w:val="498070AD"/>
    <w:rsid w:val="57470F6D"/>
    <w:rsid w:val="6D535020"/>
    <w:rsid w:val="6DF21DD4"/>
    <w:rsid w:val="7577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42F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42F89"/>
    <w:rPr>
      <w:sz w:val="18"/>
      <w:szCs w:val="18"/>
      <w:lang w:eastAsia="en-US" w:bidi="en-US"/>
    </w:rPr>
  </w:style>
  <w:style w:type="paragraph" w:styleId="a4">
    <w:name w:val="footer"/>
    <w:basedOn w:val="a"/>
    <w:link w:val="Char0"/>
    <w:uiPriority w:val="99"/>
    <w:rsid w:val="00A42F8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2F89"/>
    <w:rPr>
      <w:sz w:val="18"/>
      <w:szCs w:val="18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42F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42F89"/>
    <w:rPr>
      <w:sz w:val="18"/>
      <w:szCs w:val="18"/>
      <w:lang w:eastAsia="en-US" w:bidi="en-US"/>
    </w:rPr>
  </w:style>
  <w:style w:type="paragraph" w:styleId="a4">
    <w:name w:val="footer"/>
    <w:basedOn w:val="a"/>
    <w:link w:val="Char0"/>
    <w:uiPriority w:val="99"/>
    <w:rsid w:val="00A42F8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2F89"/>
    <w:rPr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</TotalTime>
  <Pages>4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朱再满</cp:lastModifiedBy>
  <cp:revision>2</cp:revision>
  <dcterms:created xsi:type="dcterms:W3CDTF">2018-05-17T02:56:00Z</dcterms:created>
  <dcterms:modified xsi:type="dcterms:W3CDTF">2018-06-07T02:12:00Z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